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325" w:rsidRDefault="00CE4325" w:rsidP="00812CA4">
      <w:pPr>
        <w:tabs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</w:p>
    <w:p w:rsidR="009C1D2C" w:rsidRPr="005B1080" w:rsidRDefault="009C1D2C" w:rsidP="00812CA4">
      <w:pPr>
        <w:tabs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Cs w:val="24"/>
        </w:rPr>
      </w:pPr>
      <w:r w:rsidRPr="005B1080">
        <w:rPr>
          <w:rFonts w:asciiTheme="minorHAnsi" w:hAnsiTheme="minorHAnsi"/>
          <w:b/>
          <w:bCs/>
          <w:sz w:val="28"/>
          <w:szCs w:val="28"/>
        </w:rPr>
        <w:t>MODULO D’ISCRIZIONE</w:t>
      </w:r>
    </w:p>
    <w:p w:rsidR="009C1D2C" w:rsidRPr="009C1D2C" w:rsidRDefault="009C1D2C" w:rsidP="009C1D2C">
      <w:pPr>
        <w:pStyle w:val="Default"/>
        <w:jc w:val="center"/>
        <w:rPr>
          <w:sz w:val="28"/>
          <w:szCs w:val="28"/>
        </w:rPr>
      </w:pPr>
    </w:p>
    <w:p w:rsidR="009C1D2C" w:rsidRPr="009C1D2C" w:rsidRDefault="009C1D2C" w:rsidP="009C1D2C">
      <w:pPr>
        <w:pStyle w:val="Default"/>
        <w:jc w:val="center"/>
        <w:rPr>
          <w:sz w:val="28"/>
          <w:szCs w:val="28"/>
        </w:rPr>
      </w:pPr>
      <w:r w:rsidRPr="009C1D2C">
        <w:rPr>
          <w:sz w:val="28"/>
          <w:szCs w:val="28"/>
        </w:rPr>
        <w:t xml:space="preserve">Da inviare </w:t>
      </w:r>
      <w:r w:rsidRPr="009C1D2C">
        <w:rPr>
          <w:b/>
          <w:bCs/>
          <w:sz w:val="28"/>
          <w:szCs w:val="28"/>
        </w:rPr>
        <w:t xml:space="preserve">ENTRO IL </w:t>
      </w:r>
      <w:r>
        <w:rPr>
          <w:b/>
          <w:bCs/>
          <w:sz w:val="28"/>
          <w:szCs w:val="28"/>
        </w:rPr>
        <w:t>4 OTTOBRE 2019</w:t>
      </w:r>
      <w:r w:rsidRPr="009C1D2C">
        <w:rPr>
          <w:b/>
          <w:bCs/>
          <w:sz w:val="28"/>
          <w:szCs w:val="28"/>
        </w:rPr>
        <w:t xml:space="preserve"> </w:t>
      </w:r>
      <w:r w:rsidRPr="009C1D2C">
        <w:rPr>
          <w:sz w:val="28"/>
          <w:szCs w:val="28"/>
        </w:rPr>
        <w:t>a:</w:t>
      </w:r>
    </w:p>
    <w:p w:rsidR="0022536C" w:rsidRPr="009C1D2C" w:rsidRDefault="002006F9" w:rsidP="0022536C">
      <w:pPr>
        <w:pStyle w:val="Default"/>
        <w:jc w:val="center"/>
        <w:rPr>
          <w:sz w:val="28"/>
          <w:szCs w:val="28"/>
        </w:rPr>
      </w:pPr>
      <w:hyperlink r:id="rId9" w:history="1">
        <w:r w:rsidR="0022536C" w:rsidRPr="00CA3E6F">
          <w:rPr>
            <w:rStyle w:val="Collegamentoipertestuale"/>
            <w:b/>
            <w:bCs/>
            <w:sz w:val="28"/>
            <w:szCs w:val="28"/>
          </w:rPr>
          <w:t>direzione-marche@istruzione.it</w:t>
        </w:r>
      </w:hyperlink>
      <w:r w:rsidR="0022536C">
        <w:rPr>
          <w:b/>
          <w:bCs/>
          <w:sz w:val="28"/>
          <w:szCs w:val="28"/>
        </w:rPr>
        <w:t xml:space="preserve">  e p.c. </w:t>
      </w:r>
      <w:hyperlink r:id="rId10" w:history="1">
        <w:r w:rsidR="0022536C" w:rsidRPr="00CA3E6F">
          <w:rPr>
            <w:rStyle w:val="Collegamentoipertestuale"/>
            <w:b/>
            <w:bCs/>
            <w:sz w:val="28"/>
            <w:szCs w:val="28"/>
          </w:rPr>
          <w:t>uefs.an@istruzione.it</w:t>
        </w:r>
      </w:hyperlink>
    </w:p>
    <w:p w:rsidR="009C1D2C" w:rsidRDefault="0022536C" w:rsidP="0022536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e </w:t>
      </w:r>
      <w:r w:rsidRPr="0022536C">
        <w:rPr>
          <w:b/>
          <w:bCs/>
          <w:sz w:val="28"/>
          <w:szCs w:val="28"/>
          <w:u w:val="single"/>
        </w:rPr>
        <w:t xml:space="preserve">consegnare in originale </w:t>
      </w:r>
      <w:r>
        <w:rPr>
          <w:b/>
          <w:bCs/>
          <w:sz w:val="28"/>
          <w:szCs w:val="28"/>
        </w:rPr>
        <w:t>il giorno del corso</w:t>
      </w:r>
      <w:r w:rsidR="00AA4743">
        <w:rPr>
          <w:b/>
          <w:bCs/>
          <w:sz w:val="28"/>
          <w:szCs w:val="28"/>
        </w:rPr>
        <w:t xml:space="preserve"> alla prof.ssa Paola Tedde</w:t>
      </w:r>
    </w:p>
    <w:p w:rsidR="009C1D2C" w:rsidRDefault="009C1D2C" w:rsidP="009C1D2C">
      <w:pPr>
        <w:tabs>
          <w:tab w:val="left" w:pos="720"/>
          <w:tab w:val="center" w:pos="4819"/>
          <w:tab w:val="right" w:pos="9638"/>
        </w:tabs>
        <w:jc w:val="both"/>
        <w:textAlignment w:val="auto"/>
        <w:rPr>
          <w:rFonts w:asciiTheme="minorHAnsi" w:hAnsiTheme="minorHAnsi"/>
          <w:sz w:val="28"/>
          <w:szCs w:val="28"/>
        </w:rPr>
      </w:pPr>
    </w:p>
    <w:p w:rsidR="005959D2" w:rsidRPr="005959D2" w:rsidRDefault="009C1D2C" w:rsidP="009C1D2C">
      <w:pPr>
        <w:tabs>
          <w:tab w:val="left" w:pos="720"/>
          <w:tab w:val="center" w:pos="4819"/>
          <w:tab w:val="right" w:pos="9638"/>
        </w:tabs>
        <w:jc w:val="both"/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 xml:space="preserve">Il/la sottoscritto/a </w:t>
      </w:r>
    </w:p>
    <w:p w:rsidR="009C1D2C" w:rsidRPr="005959D2" w:rsidRDefault="009C1D2C" w:rsidP="009C1D2C">
      <w:pPr>
        <w:tabs>
          <w:tab w:val="left" w:pos="720"/>
          <w:tab w:val="center" w:pos="4819"/>
          <w:tab w:val="right" w:pos="9638"/>
        </w:tabs>
        <w:jc w:val="both"/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___________________________________________________________</w:t>
      </w:r>
    </w:p>
    <w:p w:rsidR="009C1D2C" w:rsidRPr="005959D2" w:rsidRDefault="009C1D2C" w:rsidP="009C1D2C">
      <w:pPr>
        <w:pBdr>
          <w:bottom w:val="single" w:sz="12" w:space="1" w:color="auto"/>
        </w:pBdr>
        <w:tabs>
          <w:tab w:val="left" w:pos="720"/>
          <w:tab w:val="center" w:pos="4819"/>
          <w:tab w:val="right" w:pos="9638"/>
        </w:tabs>
        <w:jc w:val="both"/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docente di educazione fisica e sportiva a tempo determinato/indeterminato in servizio presso l’Istituto</w:t>
      </w:r>
    </w:p>
    <w:p w:rsidR="005959D2" w:rsidRPr="005959D2" w:rsidRDefault="005959D2" w:rsidP="009C1D2C">
      <w:pPr>
        <w:pBdr>
          <w:bottom w:val="single" w:sz="12" w:space="1" w:color="auto"/>
        </w:pBdr>
        <w:tabs>
          <w:tab w:val="left" w:pos="720"/>
          <w:tab w:val="center" w:pos="4819"/>
          <w:tab w:val="right" w:pos="9638"/>
        </w:tabs>
        <w:jc w:val="both"/>
        <w:textAlignment w:val="auto"/>
        <w:rPr>
          <w:rFonts w:asciiTheme="minorHAnsi" w:hAnsiTheme="minorHAnsi"/>
          <w:sz w:val="28"/>
          <w:szCs w:val="28"/>
        </w:rPr>
      </w:pPr>
    </w:p>
    <w:p w:rsidR="005959D2" w:rsidRPr="005959D2" w:rsidRDefault="005959D2" w:rsidP="009C1D2C">
      <w:pPr>
        <w:tabs>
          <w:tab w:val="left" w:pos="720"/>
          <w:tab w:val="center" w:pos="4819"/>
          <w:tab w:val="right" w:pos="9638"/>
        </w:tabs>
        <w:jc w:val="both"/>
        <w:textAlignment w:val="auto"/>
        <w:rPr>
          <w:rFonts w:asciiTheme="minorHAnsi" w:hAnsiTheme="minorHAnsi"/>
          <w:sz w:val="28"/>
          <w:szCs w:val="28"/>
        </w:rPr>
      </w:pPr>
    </w:p>
    <w:p w:rsidR="005959D2" w:rsidRPr="005959D2" w:rsidRDefault="005959D2" w:rsidP="005959D2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sz w:val="28"/>
          <w:szCs w:val="28"/>
        </w:rPr>
      </w:pPr>
      <w:r w:rsidRPr="005959D2">
        <w:rPr>
          <w:rFonts w:asciiTheme="minorHAnsi" w:hAnsiTheme="minorHAnsi"/>
          <w:b/>
          <w:sz w:val="28"/>
          <w:szCs w:val="28"/>
        </w:rPr>
        <w:t>CHIEDE</w:t>
      </w:r>
    </w:p>
    <w:p w:rsidR="005959D2" w:rsidRPr="005959D2" w:rsidRDefault="0097194D" w:rsidP="005959D2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di aderire alla proposta formativa dal titolo</w:t>
      </w:r>
    </w:p>
    <w:p w:rsidR="005959D2" w:rsidRPr="005959D2" w:rsidRDefault="005959D2" w:rsidP="005959D2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sz w:val="28"/>
          <w:szCs w:val="28"/>
        </w:rPr>
      </w:pPr>
    </w:p>
    <w:p w:rsidR="005959D2" w:rsidRPr="005959D2" w:rsidRDefault="005959D2" w:rsidP="005959D2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sz w:val="28"/>
          <w:szCs w:val="28"/>
        </w:rPr>
      </w:pPr>
      <w:r w:rsidRPr="005959D2">
        <w:rPr>
          <w:rFonts w:asciiTheme="minorHAnsi" w:hAnsiTheme="minorHAnsi"/>
          <w:b/>
          <w:sz w:val="28"/>
          <w:szCs w:val="28"/>
        </w:rPr>
        <w:t>“FLAG FOOTBALL A SCUOLA”</w:t>
      </w:r>
    </w:p>
    <w:p w:rsidR="0097194D" w:rsidRDefault="0097194D" w:rsidP="005959D2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sz w:val="28"/>
          <w:szCs w:val="28"/>
        </w:rPr>
      </w:pPr>
    </w:p>
    <w:p w:rsidR="005959D2" w:rsidRPr="005959D2" w:rsidRDefault="005959D2" w:rsidP="005959D2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sz w:val="28"/>
          <w:szCs w:val="28"/>
        </w:rPr>
      </w:pPr>
      <w:r w:rsidRPr="005959D2">
        <w:rPr>
          <w:rFonts w:asciiTheme="minorHAnsi" w:hAnsiTheme="minorHAnsi"/>
          <w:b/>
          <w:sz w:val="28"/>
          <w:szCs w:val="28"/>
        </w:rPr>
        <w:t>Recapiti del docente:</w:t>
      </w:r>
    </w:p>
    <w:p w:rsidR="005959D2" w:rsidRPr="005959D2" w:rsidRDefault="005959D2" w:rsidP="005959D2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sz w:val="28"/>
          <w:szCs w:val="28"/>
        </w:rPr>
      </w:pPr>
    </w:p>
    <w:p w:rsidR="005959D2" w:rsidRPr="005959D2" w:rsidRDefault="005959D2" w:rsidP="005959D2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 xml:space="preserve">tel.__________________________   </w:t>
      </w:r>
      <w:r w:rsidR="0097194D">
        <w:rPr>
          <w:rFonts w:asciiTheme="minorHAnsi" w:hAnsiTheme="minorHAnsi"/>
          <w:sz w:val="28"/>
          <w:szCs w:val="28"/>
        </w:rPr>
        <w:t xml:space="preserve">     e-</w:t>
      </w:r>
      <w:r w:rsidRPr="005959D2">
        <w:rPr>
          <w:rFonts w:asciiTheme="minorHAnsi" w:hAnsiTheme="minorHAnsi"/>
          <w:sz w:val="28"/>
          <w:szCs w:val="28"/>
        </w:rPr>
        <w:t xml:space="preserve">mail </w:t>
      </w:r>
      <w:r>
        <w:rPr>
          <w:rFonts w:asciiTheme="minorHAnsi" w:hAnsiTheme="minorHAnsi"/>
          <w:sz w:val="28"/>
          <w:szCs w:val="28"/>
        </w:rPr>
        <w:t>_________________________</w:t>
      </w:r>
    </w:p>
    <w:p w:rsidR="005959D2" w:rsidRDefault="005959D2" w:rsidP="005959D2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8"/>
          <w:szCs w:val="28"/>
        </w:rPr>
      </w:pPr>
    </w:p>
    <w:p w:rsidR="005959D2" w:rsidRDefault="005959D2" w:rsidP="005959D2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8"/>
          <w:szCs w:val="28"/>
        </w:rPr>
      </w:pPr>
    </w:p>
    <w:p w:rsidR="005959D2" w:rsidRPr="005959D2" w:rsidRDefault="005959D2" w:rsidP="005959D2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Luogo e data___________________</w:t>
      </w:r>
    </w:p>
    <w:p w:rsidR="005959D2" w:rsidRDefault="005959D2" w:rsidP="005959D2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8"/>
          <w:szCs w:val="28"/>
        </w:rPr>
      </w:pPr>
    </w:p>
    <w:p w:rsidR="005959D2" w:rsidRDefault="005959D2" w:rsidP="005959D2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8"/>
          <w:szCs w:val="28"/>
        </w:rPr>
      </w:pPr>
    </w:p>
    <w:p w:rsidR="005959D2" w:rsidRPr="005959D2" w:rsidRDefault="005959D2" w:rsidP="005959D2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Firma del docente</w:t>
      </w:r>
    </w:p>
    <w:p w:rsidR="005959D2" w:rsidRPr="005959D2" w:rsidRDefault="005959D2" w:rsidP="005959D2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________________________</w:t>
      </w:r>
    </w:p>
    <w:p w:rsidR="005959D2" w:rsidRPr="005959D2" w:rsidRDefault="005959D2" w:rsidP="005959D2">
      <w:pPr>
        <w:tabs>
          <w:tab w:val="left" w:pos="720"/>
          <w:tab w:val="center" w:pos="4819"/>
          <w:tab w:val="right" w:pos="9638"/>
        </w:tabs>
        <w:jc w:val="right"/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VISTO SI AUTORIZZA</w:t>
      </w:r>
    </w:p>
    <w:p w:rsidR="005959D2" w:rsidRPr="005959D2" w:rsidRDefault="005959D2" w:rsidP="005959D2">
      <w:pPr>
        <w:tabs>
          <w:tab w:val="left" w:pos="720"/>
          <w:tab w:val="center" w:pos="4819"/>
          <w:tab w:val="right" w:pos="9638"/>
        </w:tabs>
        <w:jc w:val="right"/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Il Dirigente Scolastico</w:t>
      </w:r>
    </w:p>
    <w:p w:rsidR="005959D2" w:rsidRDefault="005959D2" w:rsidP="005959D2">
      <w:pPr>
        <w:pBdr>
          <w:bottom w:val="single" w:sz="12" w:space="1" w:color="auto"/>
        </w:pBdr>
        <w:tabs>
          <w:tab w:val="left" w:pos="720"/>
          <w:tab w:val="center" w:pos="4819"/>
          <w:tab w:val="right" w:pos="9638"/>
        </w:tabs>
        <w:jc w:val="right"/>
        <w:textAlignment w:val="auto"/>
        <w:rPr>
          <w:rFonts w:asciiTheme="minorHAnsi" w:hAnsiTheme="minorHAnsi"/>
          <w:sz w:val="28"/>
          <w:szCs w:val="28"/>
        </w:rPr>
      </w:pPr>
      <w:r w:rsidRPr="005959D2">
        <w:rPr>
          <w:rFonts w:asciiTheme="minorHAnsi" w:hAnsiTheme="minorHAnsi"/>
          <w:sz w:val="28"/>
          <w:szCs w:val="28"/>
        </w:rPr>
        <w:t>Timbro e firma</w:t>
      </w:r>
    </w:p>
    <w:p w:rsidR="00812CA4" w:rsidRDefault="00812CA4" w:rsidP="005959D2">
      <w:pPr>
        <w:pBdr>
          <w:bottom w:val="single" w:sz="12" w:space="1" w:color="auto"/>
        </w:pBdr>
        <w:tabs>
          <w:tab w:val="left" w:pos="720"/>
          <w:tab w:val="center" w:pos="4819"/>
          <w:tab w:val="right" w:pos="9638"/>
        </w:tabs>
        <w:jc w:val="right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____________________________________</w:t>
      </w:r>
    </w:p>
    <w:p w:rsidR="00812CA4" w:rsidRDefault="00812CA4" w:rsidP="005959D2">
      <w:pPr>
        <w:pBdr>
          <w:bottom w:val="single" w:sz="12" w:space="1" w:color="auto"/>
        </w:pBdr>
        <w:tabs>
          <w:tab w:val="left" w:pos="720"/>
          <w:tab w:val="center" w:pos="4819"/>
          <w:tab w:val="right" w:pos="9638"/>
        </w:tabs>
        <w:jc w:val="right"/>
        <w:textAlignment w:val="auto"/>
        <w:rPr>
          <w:rFonts w:asciiTheme="minorHAnsi" w:hAnsiTheme="minorHAnsi"/>
          <w:sz w:val="28"/>
          <w:szCs w:val="28"/>
        </w:rPr>
      </w:pPr>
    </w:p>
    <w:p w:rsidR="00F843CE" w:rsidRDefault="00F843CE" w:rsidP="005959D2">
      <w:pPr>
        <w:pBdr>
          <w:bottom w:val="single" w:sz="12" w:space="1" w:color="auto"/>
        </w:pBdr>
        <w:tabs>
          <w:tab w:val="left" w:pos="720"/>
          <w:tab w:val="center" w:pos="4819"/>
          <w:tab w:val="right" w:pos="9638"/>
        </w:tabs>
        <w:jc w:val="right"/>
        <w:textAlignment w:val="auto"/>
        <w:rPr>
          <w:rFonts w:asciiTheme="minorHAnsi" w:hAnsiTheme="minorHAnsi"/>
          <w:sz w:val="28"/>
          <w:szCs w:val="28"/>
        </w:rPr>
      </w:pPr>
    </w:p>
    <w:p w:rsidR="00F843CE" w:rsidRDefault="00F843CE" w:rsidP="005959D2">
      <w:pPr>
        <w:pBdr>
          <w:bottom w:val="single" w:sz="12" w:space="1" w:color="auto"/>
        </w:pBdr>
        <w:tabs>
          <w:tab w:val="left" w:pos="720"/>
          <w:tab w:val="center" w:pos="4819"/>
          <w:tab w:val="right" w:pos="9638"/>
        </w:tabs>
        <w:jc w:val="right"/>
        <w:textAlignment w:val="auto"/>
        <w:rPr>
          <w:rFonts w:asciiTheme="minorHAnsi" w:hAnsiTheme="minorHAnsi"/>
          <w:sz w:val="28"/>
          <w:szCs w:val="28"/>
        </w:rPr>
      </w:pPr>
    </w:p>
    <w:p w:rsidR="00812CA4" w:rsidRDefault="00812CA4" w:rsidP="005959D2">
      <w:pPr>
        <w:pBdr>
          <w:bottom w:val="single" w:sz="12" w:space="1" w:color="auto"/>
        </w:pBdr>
        <w:tabs>
          <w:tab w:val="left" w:pos="720"/>
          <w:tab w:val="center" w:pos="4819"/>
          <w:tab w:val="right" w:pos="9638"/>
        </w:tabs>
        <w:jc w:val="right"/>
        <w:textAlignment w:val="auto"/>
        <w:rPr>
          <w:rFonts w:asciiTheme="minorHAnsi" w:hAnsiTheme="minorHAnsi"/>
          <w:sz w:val="28"/>
          <w:szCs w:val="28"/>
        </w:rPr>
      </w:pPr>
    </w:p>
    <w:p w:rsidR="005D0D7B" w:rsidRDefault="005D0D7B" w:rsidP="005959D2">
      <w:pPr>
        <w:tabs>
          <w:tab w:val="left" w:pos="720"/>
          <w:tab w:val="center" w:pos="4819"/>
          <w:tab w:val="right" w:pos="9638"/>
        </w:tabs>
        <w:jc w:val="right"/>
        <w:textAlignment w:val="auto"/>
        <w:rPr>
          <w:rFonts w:asciiTheme="minorHAnsi" w:hAnsiTheme="minorHAnsi"/>
          <w:sz w:val="28"/>
          <w:szCs w:val="28"/>
        </w:rPr>
      </w:pPr>
    </w:p>
    <w:p w:rsidR="00812CA4" w:rsidRPr="005959D2" w:rsidRDefault="00812CA4" w:rsidP="005F735E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Si richiede prenotazione del pasto</w:t>
      </w:r>
      <w:r w:rsidR="00B00E01">
        <w:rPr>
          <w:rFonts w:asciiTheme="minorHAnsi" w:hAnsiTheme="minorHAnsi"/>
          <w:sz w:val="28"/>
          <w:szCs w:val="28"/>
        </w:rPr>
        <w:t xml:space="preserve"> </w:t>
      </w:r>
      <w:r w:rsidR="005D0D7B">
        <w:rPr>
          <w:rFonts w:asciiTheme="minorHAnsi" w:hAnsiTheme="minorHAnsi"/>
          <w:sz w:val="28"/>
          <w:szCs w:val="28"/>
        </w:rPr>
        <w:t xml:space="preserve"> </w:t>
      </w:r>
      <w:r w:rsidR="005D0D7B">
        <w:rPr>
          <w:rFonts w:asciiTheme="minorHAnsi" w:hAnsiTheme="minorHAnsi"/>
          <w:sz w:val="28"/>
          <w:szCs w:val="28"/>
        </w:rPr>
        <w:sym w:font="Wingdings" w:char="F071"/>
      </w:r>
    </w:p>
    <w:sectPr w:rsidR="00812CA4" w:rsidRPr="005959D2" w:rsidSect="005B108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1418" w:right="1418" w:bottom="1135" w:left="1418" w:header="284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D88" w:rsidRDefault="008D6D88">
      <w:r>
        <w:separator/>
      </w:r>
    </w:p>
  </w:endnote>
  <w:endnote w:type="continuationSeparator" w:id="0">
    <w:p w:rsidR="008D6D88" w:rsidRDefault="008D6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4A6" w:rsidRDefault="001314A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AA4" w:rsidRDefault="00AD7AA4" w:rsidP="00AD7AA4">
    <w:pPr>
      <w:pStyle w:val="Pidipagina"/>
      <w:rPr>
        <w:rFonts w:ascii="Garamond" w:hAnsi="Garamond" w:cs="Arial"/>
        <w:sz w:val="18"/>
        <w:szCs w:val="18"/>
      </w:rPr>
    </w:pPr>
  </w:p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211"/>
    </w:tblGrid>
    <w:tr w:rsidR="00866289" w:rsidTr="00866289">
      <w:tc>
        <w:tcPr>
          <w:tcW w:w="9211" w:type="dxa"/>
        </w:tcPr>
        <w:p w:rsidR="00F31CF6" w:rsidRPr="00F31CF6" w:rsidRDefault="00F31CF6" w:rsidP="00273286">
          <w:pPr>
            <w:pStyle w:val="Pidipagina"/>
            <w:jc w:val="center"/>
            <w:rPr>
              <w:rFonts w:ascii="Garamond" w:hAnsi="Garamond" w:cs="Arial"/>
              <w:sz w:val="18"/>
              <w:szCs w:val="18"/>
            </w:rPr>
          </w:pPr>
          <w:r w:rsidRPr="00F31CF6">
            <w:rPr>
              <w:rFonts w:ascii="Garamond" w:hAnsi="Garamond" w:cs="Arial"/>
              <w:sz w:val="18"/>
              <w:szCs w:val="18"/>
            </w:rPr>
            <w:t>Referente attività istruttoria: Paola Tedde tel. 0712295462 e-mail uefs.a@istruzione.it</w:t>
          </w:r>
        </w:p>
        <w:p w:rsidR="00866289" w:rsidRDefault="00F31CF6" w:rsidP="00273286">
          <w:pPr>
            <w:pStyle w:val="Pidipagina"/>
            <w:jc w:val="center"/>
            <w:rPr>
              <w:rFonts w:ascii="Garamond" w:hAnsi="Garamond" w:cs="Arial"/>
              <w:sz w:val="18"/>
              <w:szCs w:val="18"/>
            </w:rPr>
          </w:pPr>
          <w:r w:rsidRPr="00F31CF6">
            <w:rPr>
              <w:rFonts w:ascii="Garamond" w:hAnsi="Garamond" w:cs="Arial"/>
              <w:sz w:val="18"/>
              <w:szCs w:val="18"/>
            </w:rPr>
            <w:t xml:space="preserve">Referente del procedimento: </w:t>
          </w:r>
          <w:r w:rsidR="00972AC8">
            <w:rPr>
              <w:rFonts w:ascii="Garamond" w:hAnsi="Garamond" w:cs="Arial"/>
              <w:sz w:val="18"/>
              <w:szCs w:val="18"/>
            </w:rPr>
            <w:t>Marco Petrini</w:t>
          </w:r>
          <w:r w:rsidRPr="00F31CF6">
            <w:rPr>
              <w:rFonts w:ascii="Garamond" w:hAnsi="Garamond" w:cs="Arial"/>
              <w:sz w:val="18"/>
              <w:szCs w:val="18"/>
            </w:rPr>
            <w:t xml:space="preserve"> tel. 071 2295437 e-mail: </w:t>
          </w:r>
          <w:r w:rsidR="00972AC8">
            <w:rPr>
              <w:rFonts w:ascii="Garamond" w:hAnsi="Garamond" w:cs="Arial"/>
              <w:sz w:val="18"/>
              <w:szCs w:val="18"/>
            </w:rPr>
            <w:t>edfisicamarche</w:t>
          </w:r>
          <w:r w:rsidRPr="00F31CF6">
            <w:rPr>
              <w:rFonts w:ascii="Garamond" w:hAnsi="Garamond" w:cs="Arial"/>
              <w:sz w:val="18"/>
              <w:szCs w:val="18"/>
            </w:rPr>
            <w:t>@istruzione.it</w:t>
          </w:r>
        </w:p>
      </w:tc>
    </w:tr>
  </w:tbl>
  <w:p w:rsidR="00D30CEF" w:rsidRPr="00CB0E21" w:rsidRDefault="00E260EC" w:rsidP="00D30CEF">
    <w:pPr>
      <w:tabs>
        <w:tab w:val="left" w:pos="720"/>
        <w:tab w:val="center" w:pos="4819"/>
        <w:tab w:val="right" w:pos="9638"/>
      </w:tabs>
      <w:jc w:val="both"/>
      <w:textAlignment w:val="auto"/>
      <w:rPr>
        <w:rFonts w:asciiTheme="minorHAnsi" w:hAnsiTheme="minorHAnsi"/>
        <w:sz w:val="16"/>
        <w:szCs w:val="16"/>
      </w:rPr>
    </w:pPr>
    <w:r w:rsidRPr="00CB0E21">
      <w:rPr>
        <w:rFonts w:asciiTheme="minorHAnsi" w:hAnsiTheme="minorHAnsi"/>
        <w:sz w:val="16"/>
        <w:szCs w:val="16"/>
      </w:rPr>
      <w:t>201909</w:t>
    </w:r>
    <w:r w:rsidR="001314A6">
      <w:rPr>
        <w:rFonts w:asciiTheme="minorHAnsi" w:hAnsiTheme="minorHAnsi"/>
        <w:sz w:val="16"/>
        <w:szCs w:val="16"/>
      </w:rPr>
      <w:t>171054</w:t>
    </w:r>
    <w:r w:rsidRPr="00CB0E21">
      <w:rPr>
        <w:sz w:val="16"/>
        <w:szCs w:val="16"/>
      </w:rPr>
      <w:t xml:space="preserve"> </w:t>
    </w:r>
    <w:r w:rsidR="00CB0E21" w:rsidRPr="00CB0E21">
      <w:rPr>
        <w:sz w:val="16"/>
        <w:szCs w:val="16"/>
      </w:rPr>
      <w:t xml:space="preserve">A4.1_PN1920¬_56_P10_FLAG FOOTBALL A </w:t>
    </w:r>
    <w:proofErr w:type="spellStart"/>
    <w:r w:rsidR="00CB0E21" w:rsidRPr="00CB0E21">
      <w:rPr>
        <w:sz w:val="16"/>
        <w:szCs w:val="16"/>
      </w:rPr>
      <w:t>SCUOLA_Corso</w:t>
    </w:r>
    <w:proofErr w:type="spellEnd"/>
    <w:r w:rsidR="00CB0E21" w:rsidRPr="00CB0E21">
      <w:rPr>
        <w:sz w:val="16"/>
        <w:szCs w:val="16"/>
      </w:rPr>
      <w:t xml:space="preserve"> di formazione per </w:t>
    </w:r>
    <w:proofErr w:type="spellStart"/>
    <w:r w:rsidR="00CB0E21" w:rsidRPr="00CB0E21">
      <w:rPr>
        <w:sz w:val="16"/>
        <w:szCs w:val="16"/>
      </w:rPr>
      <w:t>docenti_Ancona</w:t>
    </w:r>
    <w:proofErr w:type="spellEnd"/>
    <w:r w:rsidR="00CB0E21" w:rsidRPr="00CB0E21">
      <w:rPr>
        <w:sz w:val="16"/>
        <w:szCs w:val="16"/>
      </w:rPr>
      <w:t xml:space="preserve"> 11 ottobre 2019</w:t>
    </w:r>
  </w:p>
  <w:p w:rsidR="002E6CB5" w:rsidRPr="006F4E6F" w:rsidRDefault="002E6CB5" w:rsidP="001446D9">
    <w:pPr>
      <w:pStyle w:val="Pidipagina"/>
      <w:jc w:val="center"/>
      <w:rPr>
        <w:rFonts w:ascii="Garamond" w:hAnsi="Garamond" w:cs="Arial"/>
        <w:sz w:val="18"/>
        <w:szCs w:val="18"/>
      </w:rPr>
    </w:pPr>
    <w:r>
      <w:rPr>
        <w:rFonts w:ascii="Garamond" w:hAnsi="Garamond" w:cs="Arial"/>
        <w:sz w:val="18"/>
        <w:szCs w:val="18"/>
      </w:rPr>
      <w:t>V</w:t>
    </w:r>
    <w:r w:rsidRPr="006F4E6F">
      <w:rPr>
        <w:rFonts w:ascii="Garamond" w:hAnsi="Garamond" w:cs="Arial"/>
        <w:sz w:val="18"/>
        <w:szCs w:val="18"/>
      </w:rPr>
      <w:t xml:space="preserve">ia XXV Aprile, 19  - </w:t>
    </w:r>
    <w:r w:rsidRPr="006F4E6F">
      <w:rPr>
        <w:rFonts w:ascii="Garamond" w:hAnsi="Garamond" w:cs="Arial"/>
        <w:smallCaps/>
        <w:sz w:val="18"/>
        <w:szCs w:val="18"/>
      </w:rPr>
      <w:t>Ancona</w:t>
    </w:r>
    <w:r w:rsidRPr="006F4E6F">
      <w:rPr>
        <w:rFonts w:ascii="Garamond" w:hAnsi="Garamond" w:cs="Arial"/>
        <w:sz w:val="18"/>
        <w:szCs w:val="18"/>
      </w:rPr>
      <w:t xml:space="preserve"> - tel. 071 22 951 –  indirizzo posta elettronica certificata </w:t>
    </w:r>
    <w:hyperlink r:id="rId1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drma@postacert.istruzione.it</w:t>
      </w:r>
    </w:hyperlink>
  </w:p>
  <w:p w:rsidR="002E6CB5" w:rsidRPr="00AD7AA4" w:rsidRDefault="002E6CB5" w:rsidP="00AD7AA4">
    <w:pPr>
      <w:pStyle w:val="Pidipagina"/>
      <w:jc w:val="center"/>
      <w:rPr>
        <w:rFonts w:ascii="Garamond" w:hAnsi="Garamond" w:cs="Arial"/>
        <w:sz w:val="18"/>
        <w:szCs w:val="18"/>
      </w:rPr>
    </w:pPr>
    <w:r w:rsidRPr="006F4E6F">
      <w:rPr>
        <w:rFonts w:ascii="Garamond" w:hAnsi="Garamond" w:cs="Arial"/>
        <w:sz w:val="18"/>
        <w:szCs w:val="18"/>
      </w:rPr>
      <w:t xml:space="preserve">indirizzo posta elettronica ordinaria </w:t>
    </w:r>
    <w:hyperlink r:id="rId2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direzione-marche@istruzione.it</w:t>
      </w:r>
    </w:hyperlink>
    <w:r w:rsidRPr="006F4E6F">
      <w:rPr>
        <w:rFonts w:ascii="Garamond" w:hAnsi="Garamond" w:cs="Arial"/>
        <w:sz w:val="18"/>
        <w:szCs w:val="18"/>
      </w:rPr>
      <w:t xml:space="preserve"> – sito WEB </w:t>
    </w:r>
    <w:hyperlink r:id="rId3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http://www.marche.istruzione.it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4A6" w:rsidRDefault="001314A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D88" w:rsidRDefault="008D6D88">
      <w:r>
        <w:separator/>
      </w:r>
    </w:p>
  </w:footnote>
  <w:footnote w:type="continuationSeparator" w:id="0">
    <w:p w:rsidR="008D6D88" w:rsidRDefault="008D6D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4A6" w:rsidRDefault="001314A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B5" w:rsidRPr="007C022C" w:rsidRDefault="007C022C" w:rsidP="007C022C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4BCEB596" wp14:editId="541925E4">
          <wp:extent cx="428625" cy="428625"/>
          <wp:effectExtent l="0" t="0" r="9525" b="9525"/>
          <wp:docPr id="2" name="Immagine 2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787314" w:rsidRPr="00D40049" w:rsidRDefault="002E6CB5" w:rsidP="00D40049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4A6" w:rsidRDefault="001314A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16159FE"/>
    <w:multiLevelType w:val="hybridMultilevel"/>
    <w:tmpl w:val="4ABC7116"/>
    <w:lvl w:ilvl="0" w:tplc="0410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">
    <w:nsid w:val="13BC55BE"/>
    <w:multiLevelType w:val="hybridMultilevel"/>
    <w:tmpl w:val="434C4C5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9272F76"/>
    <w:multiLevelType w:val="hybridMultilevel"/>
    <w:tmpl w:val="25964B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EA2F30">
      <w:numFmt w:val="bullet"/>
      <w:lvlText w:val="•"/>
      <w:lvlJc w:val="left"/>
      <w:pPr>
        <w:ind w:left="2355" w:hanging="1275"/>
      </w:pPr>
      <w:rPr>
        <w:rFonts w:ascii="Calibri" w:eastAsia="Times New Roman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7414FE"/>
    <w:multiLevelType w:val="hybridMultilevel"/>
    <w:tmpl w:val="F09A0A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414114C9"/>
    <w:multiLevelType w:val="hybridMultilevel"/>
    <w:tmpl w:val="1C9AB3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6B2860"/>
    <w:multiLevelType w:val="hybridMultilevel"/>
    <w:tmpl w:val="27A075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F46951"/>
    <w:multiLevelType w:val="hybridMultilevel"/>
    <w:tmpl w:val="397A4E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BA3613"/>
    <w:multiLevelType w:val="hybridMultilevel"/>
    <w:tmpl w:val="CA4C469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EF14FFE"/>
    <w:multiLevelType w:val="hybridMultilevel"/>
    <w:tmpl w:val="68D2A0B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7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10"/>
  </w:num>
  <w:num w:numId="7">
    <w:abstractNumId w:val="2"/>
  </w:num>
  <w:num w:numId="8">
    <w:abstractNumId w:val="8"/>
  </w:num>
  <w:num w:numId="9">
    <w:abstractNumId w:val="9"/>
  </w:num>
  <w:num w:numId="10">
    <w:abstractNumId w:val="12"/>
  </w:num>
  <w:num w:numId="11">
    <w:abstractNumId w:val="11"/>
  </w:num>
  <w:num w:numId="12">
    <w:abstractNumId w:val="5"/>
  </w:num>
  <w:num w:numId="13">
    <w:abstractNumId w:val="4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37"/>
    <w:rsid w:val="0000519A"/>
    <w:rsid w:val="00014DDA"/>
    <w:rsid w:val="00030E1B"/>
    <w:rsid w:val="00042ECF"/>
    <w:rsid w:val="00046DE9"/>
    <w:rsid w:val="000828B7"/>
    <w:rsid w:val="00087A37"/>
    <w:rsid w:val="00092667"/>
    <w:rsid w:val="000B26E9"/>
    <w:rsid w:val="000B527E"/>
    <w:rsid w:val="000C2E37"/>
    <w:rsid w:val="000E1CA4"/>
    <w:rsid w:val="00111815"/>
    <w:rsid w:val="001169C1"/>
    <w:rsid w:val="00125DF0"/>
    <w:rsid w:val="001314A6"/>
    <w:rsid w:val="001328E3"/>
    <w:rsid w:val="00136AAF"/>
    <w:rsid w:val="001446D9"/>
    <w:rsid w:val="00162BDC"/>
    <w:rsid w:val="0017553B"/>
    <w:rsid w:val="00193239"/>
    <w:rsid w:val="001C24D8"/>
    <w:rsid w:val="001C53A1"/>
    <w:rsid w:val="001C586C"/>
    <w:rsid w:val="001D52ED"/>
    <w:rsid w:val="001E0546"/>
    <w:rsid w:val="001E6ACD"/>
    <w:rsid w:val="001E7A7D"/>
    <w:rsid w:val="001F3898"/>
    <w:rsid w:val="001F7FE2"/>
    <w:rsid w:val="002006F9"/>
    <w:rsid w:val="00216358"/>
    <w:rsid w:val="0022536C"/>
    <w:rsid w:val="00227354"/>
    <w:rsid w:val="002408A2"/>
    <w:rsid w:val="00247B14"/>
    <w:rsid w:val="00267D64"/>
    <w:rsid w:val="00273286"/>
    <w:rsid w:val="00275765"/>
    <w:rsid w:val="002A0CBB"/>
    <w:rsid w:val="002A2A80"/>
    <w:rsid w:val="002A4758"/>
    <w:rsid w:val="002B6853"/>
    <w:rsid w:val="002C67BA"/>
    <w:rsid w:val="002D05E7"/>
    <w:rsid w:val="002D2D30"/>
    <w:rsid w:val="002E6CB5"/>
    <w:rsid w:val="002F39BA"/>
    <w:rsid w:val="002F45C3"/>
    <w:rsid w:val="003007AC"/>
    <w:rsid w:val="00325D26"/>
    <w:rsid w:val="00326968"/>
    <w:rsid w:val="0033425E"/>
    <w:rsid w:val="0033573A"/>
    <w:rsid w:val="003374B2"/>
    <w:rsid w:val="00340728"/>
    <w:rsid w:val="00340F90"/>
    <w:rsid w:val="00351783"/>
    <w:rsid w:val="00361110"/>
    <w:rsid w:val="0038233E"/>
    <w:rsid w:val="00396DCD"/>
    <w:rsid w:val="003A2189"/>
    <w:rsid w:val="003B4C21"/>
    <w:rsid w:val="003B5900"/>
    <w:rsid w:val="003C6398"/>
    <w:rsid w:val="003C7BAA"/>
    <w:rsid w:val="00427F65"/>
    <w:rsid w:val="00444709"/>
    <w:rsid w:val="00451B49"/>
    <w:rsid w:val="00460F16"/>
    <w:rsid w:val="0046556E"/>
    <w:rsid w:val="00471F0E"/>
    <w:rsid w:val="0047283F"/>
    <w:rsid w:val="004758E1"/>
    <w:rsid w:val="00487713"/>
    <w:rsid w:val="004B6756"/>
    <w:rsid w:val="004C1D6F"/>
    <w:rsid w:val="004D6D5F"/>
    <w:rsid w:val="00503DA6"/>
    <w:rsid w:val="005173B6"/>
    <w:rsid w:val="00527FC3"/>
    <w:rsid w:val="00542C88"/>
    <w:rsid w:val="005434CE"/>
    <w:rsid w:val="005526CF"/>
    <w:rsid w:val="00557C62"/>
    <w:rsid w:val="005810D7"/>
    <w:rsid w:val="00585F26"/>
    <w:rsid w:val="00586341"/>
    <w:rsid w:val="005959D2"/>
    <w:rsid w:val="005B1070"/>
    <w:rsid w:val="005B1080"/>
    <w:rsid w:val="005D0D7B"/>
    <w:rsid w:val="005D0EF5"/>
    <w:rsid w:val="005E72F2"/>
    <w:rsid w:val="005F735E"/>
    <w:rsid w:val="0062214C"/>
    <w:rsid w:val="00626943"/>
    <w:rsid w:val="0062787D"/>
    <w:rsid w:val="00632A65"/>
    <w:rsid w:val="006421E8"/>
    <w:rsid w:val="006529EB"/>
    <w:rsid w:val="0066114A"/>
    <w:rsid w:val="00686718"/>
    <w:rsid w:val="006A2BB1"/>
    <w:rsid w:val="006B34B4"/>
    <w:rsid w:val="006B6B00"/>
    <w:rsid w:val="006D0CF4"/>
    <w:rsid w:val="006D43B8"/>
    <w:rsid w:val="006E4925"/>
    <w:rsid w:val="006E4A3F"/>
    <w:rsid w:val="006E52B0"/>
    <w:rsid w:val="006F3DEC"/>
    <w:rsid w:val="00704878"/>
    <w:rsid w:val="007213EA"/>
    <w:rsid w:val="007228EE"/>
    <w:rsid w:val="00725996"/>
    <w:rsid w:val="0073795F"/>
    <w:rsid w:val="00737F45"/>
    <w:rsid w:val="00760D37"/>
    <w:rsid w:val="00777C59"/>
    <w:rsid w:val="00777C86"/>
    <w:rsid w:val="0078359B"/>
    <w:rsid w:val="007849E3"/>
    <w:rsid w:val="00787314"/>
    <w:rsid w:val="0079679A"/>
    <w:rsid w:val="007B3E9F"/>
    <w:rsid w:val="007C022C"/>
    <w:rsid w:val="007D20E9"/>
    <w:rsid w:val="007E01DF"/>
    <w:rsid w:val="007E0533"/>
    <w:rsid w:val="007E5787"/>
    <w:rsid w:val="007F3794"/>
    <w:rsid w:val="00801B2C"/>
    <w:rsid w:val="00801E78"/>
    <w:rsid w:val="00805F59"/>
    <w:rsid w:val="00812CA4"/>
    <w:rsid w:val="00820087"/>
    <w:rsid w:val="00823E55"/>
    <w:rsid w:val="0082720C"/>
    <w:rsid w:val="00831A5E"/>
    <w:rsid w:val="00856D0E"/>
    <w:rsid w:val="0085748A"/>
    <w:rsid w:val="00861C0A"/>
    <w:rsid w:val="008645C9"/>
    <w:rsid w:val="00866289"/>
    <w:rsid w:val="008735CD"/>
    <w:rsid w:val="00893F6C"/>
    <w:rsid w:val="008A3D06"/>
    <w:rsid w:val="008A5DAC"/>
    <w:rsid w:val="008B4793"/>
    <w:rsid w:val="008C0679"/>
    <w:rsid w:val="008C0936"/>
    <w:rsid w:val="008C42FD"/>
    <w:rsid w:val="008C5CA0"/>
    <w:rsid w:val="008C73A0"/>
    <w:rsid w:val="008D0FC9"/>
    <w:rsid w:val="008D3887"/>
    <w:rsid w:val="008D5994"/>
    <w:rsid w:val="008D6D88"/>
    <w:rsid w:val="008E04BC"/>
    <w:rsid w:val="00907963"/>
    <w:rsid w:val="00911C62"/>
    <w:rsid w:val="009219FB"/>
    <w:rsid w:val="009355C8"/>
    <w:rsid w:val="0093710B"/>
    <w:rsid w:val="009413AD"/>
    <w:rsid w:val="00952391"/>
    <w:rsid w:val="0097194D"/>
    <w:rsid w:val="00972AC8"/>
    <w:rsid w:val="00990D6F"/>
    <w:rsid w:val="00995801"/>
    <w:rsid w:val="009A0C96"/>
    <w:rsid w:val="009A270E"/>
    <w:rsid w:val="009A39FB"/>
    <w:rsid w:val="009A5CFE"/>
    <w:rsid w:val="009B4BD9"/>
    <w:rsid w:val="009C1D2C"/>
    <w:rsid w:val="009C4538"/>
    <w:rsid w:val="009E207B"/>
    <w:rsid w:val="00A06A97"/>
    <w:rsid w:val="00A25362"/>
    <w:rsid w:val="00A43D45"/>
    <w:rsid w:val="00A44C22"/>
    <w:rsid w:val="00A46FBF"/>
    <w:rsid w:val="00A655D2"/>
    <w:rsid w:val="00A6668F"/>
    <w:rsid w:val="00A7611B"/>
    <w:rsid w:val="00A81EE7"/>
    <w:rsid w:val="00A82775"/>
    <w:rsid w:val="00A83C4D"/>
    <w:rsid w:val="00A950B2"/>
    <w:rsid w:val="00A95659"/>
    <w:rsid w:val="00AA4743"/>
    <w:rsid w:val="00AA7A72"/>
    <w:rsid w:val="00AC63AB"/>
    <w:rsid w:val="00AD7AA4"/>
    <w:rsid w:val="00AE7A55"/>
    <w:rsid w:val="00B00E01"/>
    <w:rsid w:val="00B0451B"/>
    <w:rsid w:val="00B054DB"/>
    <w:rsid w:val="00B06F71"/>
    <w:rsid w:val="00B30722"/>
    <w:rsid w:val="00B9297F"/>
    <w:rsid w:val="00BA4C0A"/>
    <w:rsid w:val="00BF3257"/>
    <w:rsid w:val="00BF44C2"/>
    <w:rsid w:val="00C03E8F"/>
    <w:rsid w:val="00C0699F"/>
    <w:rsid w:val="00C11662"/>
    <w:rsid w:val="00C133E6"/>
    <w:rsid w:val="00C20545"/>
    <w:rsid w:val="00C2533C"/>
    <w:rsid w:val="00C324E6"/>
    <w:rsid w:val="00C33FEA"/>
    <w:rsid w:val="00C35288"/>
    <w:rsid w:val="00C367D6"/>
    <w:rsid w:val="00C47338"/>
    <w:rsid w:val="00C53192"/>
    <w:rsid w:val="00C5784D"/>
    <w:rsid w:val="00C638FF"/>
    <w:rsid w:val="00C66C50"/>
    <w:rsid w:val="00C777D3"/>
    <w:rsid w:val="00C83861"/>
    <w:rsid w:val="00C969D3"/>
    <w:rsid w:val="00CB0E21"/>
    <w:rsid w:val="00CB6FEF"/>
    <w:rsid w:val="00CC393A"/>
    <w:rsid w:val="00CC3989"/>
    <w:rsid w:val="00CD1C0C"/>
    <w:rsid w:val="00CE1768"/>
    <w:rsid w:val="00CE2C32"/>
    <w:rsid w:val="00CE4325"/>
    <w:rsid w:val="00CE6C65"/>
    <w:rsid w:val="00D11FA9"/>
    <w:rsid w:val="00D15788"/>
    <w:rsid w:val="00D237BE"/>
    <w:rsid w:val="00D256A6"/>
    <w:rsid w:val="00D30CEF"/>
    <w:rsid w:val="00D344B6"/>
    <w:rsid w:val="00D369FD"/>
    <w:rsid w:val="00D40049"/>
    <w:rsid w:val="00D63AB0"/>
    <w:rsid w:val="00D70B9C"/>
    <w:rsid w:val="00D75F5E"/>
    <w:rsid w:val="00D82710"/>
    <w:rsid w:val="00D8769C"/>
    <w:rsid w:val="00D876A3"/>
    <w:rsid w:val="00DB5CF5"/>
    <w:rsid w:val="00DB7866"/>
    <w:rsid w:val="00DD1DAC"/>
    <w:rsid w:val="00DE4ABF"/>
    <w:rsid w:val="00DF5567"/>
    <w:rsid w:val="00DF6EBE"/>
    <w:rsid w:val="00E15041"/>
    <w:rsid w:val="00E260EC"/>
    <w:rsid w:val="00E265B0"/>
    <w:rsid w:val="00E42106"/>
    <w:rsid w:val="00E56FA1"/>
    <w:rsid w:val="00E604CF"/>
    <w:rsid w:val="00E61B02"/>
    <w:rsid w:val="00E634CE"/>
    <w:rsid w:val="00E767EB"/>
    <w:rsid w:val="00E85D39"/>
    <w:rsid w:val="00EA05D9"/>
    <w:rsid w:val="00EF1AC0"/>
    <w:rsid w:val="00F120C5"/>
    <w:rsid w:val="00F31CF6"/>
    <w:rsid w:val="00F46E9E"/>
    <w:rsid w:val="00F52D2C"/>
    <w:rsid w:val="00F646E0"/>
    <w:rsid w:val="00F64AD3"/>
    <w:rsid w:val="00F658DB"/>
    <w:rsid w:val="00F70D7B"/>
    <w:rsid w:val="00F80465"/>
    <w:rsid w:val="00F81F13"/>
    <w:rsid w:val="00F843CE"/>
    <w:rsid w:val="00F90DB3"/>
    <w:rsid w:val="00F91DB9"/>
    <w:rsid w:val="00F943AF"/>
    <w:rsid w:val="00FB4726"/>
    <w:rsid w:val="00FB4CAE"/>
    <w:rsid w:val="00FC28CC"/>
    <w:rsid w:val="00FC2E74"/>
    <w:rsid w:val="00FC3604"/>
    <w:rsid w:val="00FC628A"/>
    <w:rsid w:val="00FE10AD"/>
    <w:rsid w:val="00FE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9679A"/>
    <w:pPr>
      <w:ind w:left="720"/>
      <w:contextualSpacing/>
    </w:pPr>
  </w:style>
  <w:style w:type="paragraph" w:customStyle="1" w:styleId="Default">
    <w:name w:val="Default"/>
    <w:rsid w:val="009C1D2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9679A"/>
    <w:pPr>
      <w:ind w:left="720"/>
      <w:contextualSpacing/>
    </w:pPr>
  </w:style>
  <w:style w:type="paragraph" w:customStyle="1" w:styleId="Default">
    <w:name w:val="Default"/>
    <w:rsid w:val="009C1D2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uefs.an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rezione-marche@istruzione.it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m2296\Desktop\MODELLO%20USR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12488-4958-48A6-8CFC-06FFEA120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USR carta intestata.dotx</Template>
  <TotalTime>0</TotalTime>
  <Pages>1</Pages>
  <Words>83</Words>
  <Characters>789</Characters>
  <Application>Microsoft Office Word</Application>
  <DocSecurity>4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871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2</cp:revision>
  <cp:lastPrinted>2016-02-02T14:18:00Z</cp:lastPrinted>
  <dcterms:created xsi:type="dcterms:W3CDTF">2019-09-20T08:00:00Z</dcterms:created>
  <dcterms:modified xsi:type="dcterms:W3CDTF">2019-09-20T08:00:00Z</dcterms:modified>
</cp:coreProperties>
</file>